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259" w:rsidRPr="005F705B" w:rsidRDefault="00911259" w:rsidP="00FA6E5B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 w:rsidRPr="005F705B">
        <w:rPr>
          <w:rFonts w:ascii="Times New Roman" w:hAnsi="Times New Roman"/>
          <w:noProof/>
          <w:sz w:val="28"/>
          <w:szCs w:val="28"/>
          <w:lang w:val="uk-UA"/>
        </w:rPr>
        <w:t>Додаток 5</w:t>
      </w:r>
    </w:p>
    <w:p w:rsidR="00911259" w:rsidRPr="0059692B" w:rsidRDefault="00911259" w:rsidP="00070EAC">
      <w:pPr>
        <w:spacing w:after="0" w:line="240" w:lineRule="auto"/>
        <w:ind w:left="7938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                 </w:t>
      </w:r>
      <w:r w:rsidRPr="0059692B">
        <w:rPr>
          <w:rFonts w:ascii="Times New Roman" w:hAnsi="Times New Roman"/>
          <w:noProof/>
          <w:sz w:val="28"/>
          <w:szCs w:val="28"/>
          <w:lang w:val="uk-UA"/>
        </w:rPr>
        <w:t xml:space="preserve">до прогнозу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районного бюджету</w:t>
      </w:r>
    </w:p>
    <w:p w:rsidR="00911259" w:rsidRPr="0059692B" w:rsidRDefault="00911259" w:rsidP="00070EAC">
      <w:pPr>
        <w:tabs>
          <w:tab w:val="left" w:pos="11160"/>
        </w:tabs>
        <w:spacing w:after="0" w:line="240" w:lineRule="auto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Володимир-Волинського району</w:t>
      </w:r>
    </w:p>
    <w:p w:rsidR="00911259" w:rsidRPr="005F705B" w:rsidRDefault="00911259" w:rsidP="00FA6E5B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 w:rsidRPr="005F705B">
        <w:rPr>
          <w:rFonts w:ascii="Times New Roman" w:hAnsi="Times New Roman"/>
          <w:noProof/>
          <w:sz w:val="28"/>
          <w:szCs w:val="28"/>
          <w:lang w:val="uk-UA"/>
        </w:rPr>
        <w:t>(абзац четвертий розділу V)</w:t>
      </w:r>
    </w:p>
    <w:p w:rsidR="00911259" w:rsidRPr="005F705B" w:rsidRDefault="00911259" w:rsidP="00F91AAF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</w:p>
    <w:p w:rsidR="00911259" w:rsidRPr="005F705B" w:rsidRDefault="00911259" w:rsidP="00F91AAF">
      <w:pPr>
        <w:pStyle w:val="Heading3"/>
        <w:spacing w:before="0" w:beforeAutospacing="0" w:after="0" w:afterAutospacing="0"/>
        <w:jc w:val="center"/>
        <w:rPr>
          <w:noProof/>
          <w:sz w:val="28"/>
          <w:szCs w:val="28"/>
          <w:shd w:val="clear" w:color="auto" w:fill="FFFFFF"/>
        </w:rPr>
      </w:pPr>
      <w:r w:rsidRPr="005F705B">
        <w:rPr>
          <w:noProof/>
          <w:sz w:val="28"/>
          <w:szCs w:val="28"/>
        </w:rPr>
        <w:t>Показники</w:t>
      </w:r>
      <w:r w:rsidRPr="005F705B">
        <w:rPr>
          <w:noProof/>
          <w:sz w:val="28"/>
          <w:szCs w:val="28"/>
          <w:shd w:val="clear" w:color="auto" w:fill="FFFFFF"/>
        </w:rPr>
        <w:t xml:space="preserve"> гарантованого Автономною Республікою Крим, обласною радою </w:t>
      </w:r>
    </w:p>
    <w:p w:rsidR="00911259" w:rsidRPr="005F705B" w:rsidRDefault="00911259" w:rsidP="00F91AAF">
      <w:pPr>
        <w:pStyle w:val="Heading3"/>
        <w:spacing w:before="0" w:beforeAutospacing="0" w:after="0" w:afterAutospacing="0"/>
        <w:jc w:val="center"/>
        <w:rPr>
          <w:noProof/>
          <w:sz w:val="28"/>
          <w:szCs w:val="28"/>
        </w:rPr>
      </w:pPr>
      <w:r w:rsidRPr="005F705B">
        <w:rPr>
          <w:noProof/>
          <w:sz w:val="28"/>
          <w:szCs w:val="28"/>
          <w:shd w:val="clear" w:color="auto" w:fill="FFFFFF"/>
        </w:rPr>
        <w:t xml:space="preserve">чи територіальною громадою міста </w:t>
      </w:r>
      <w:r w:rsidRPr="005F705B">
        <w:rPr>
          <w:noProof/>
          <w:sz w:val="28"/>
          <w:szCs w:val="28"/>
        </w:rPr>
        <w:t>боргу і надання місцевих гарантій</w:t>
      </w:r>
    </w:p>
    <w:p w:rsidR="00911259" w:rsidRPr="005F705B" w:rsidRDefault="00911259" w:rsidP="00F91AAF">
      <w:pPr>
        <w:pStyle w:val="Heading3"/>
        <w:spacing w:before="0" w:beforeAutospacing="0" w:after="0" w:afterAutospacing="0"/>
        <w:rPr>
          <w:b w:val="0"/>
          <w:bCs w:val="0"/>
          <w:noProof/>
          <w:sz w:val="28"/>
          <w:szCs w:val="28"/>
        </w:rPr>
      </w:pPr>
      <w:r w:rsidRPr="005F705B">
        <w:rPr>
          <w:b w:val="0"/>
          <w:bCs w:val="0"/>
          <w:noProof/>
          <w:sz w:val="28"/>
          <w:szCs w:val="28"/>
        </w:rPr>
        <w:t>____</w:t>
      </w:r>
      <w:r>
        <w:rPr>
          <w:b w:val="0"/>
          <w:bCs w:val="0"/>
          <w:noProof/>
          <w:sz w:val="28"/>
          <w:szCs w:val="28"/>
        </w:rPr>
        <w:t>03301200000</w:t>
      </w:r>
      <w:r w:rsidRPr="005F705B">
        <w:rPr>
          <w:b w:val="0"/>
          <w:bCs w:val="0"/>
          <w:noProof/>
          <w:sz w:val="28"/>
          <w:szCs w:val="28"/>
        </w:rPr>
        <w:t>_</w:t>
      </w:r>
      <w:r>
        <w:rPr>
          <w:b w:val="0"/>
          <w:bCs w:val="0"/>
          <w:noProof/>
          <w:sz w:val="28"/>
          <w:szCs w:val="28"/>
        </w:rPr>
        <w:t>_</w:t>
      </w:r>
    </w:p>
    <w:p w:rsidR="00911259" w:rsidRPr="005F705B" w:rsidRDefault="00911259" w:rsidP="00F91AAF">
      <w:pPr>
        <w:pStyle w:val="Heading3"/>
        <w:spacing w:before="0" w:beforeAutospacing="0" w:after="0" w:afterAutospacing="0"/>
        <w:rPr>
          <w:b w:val="0"/>
          <w:noProof/>
          <w:sz w:val="24"/>
          <w:szCs w:val="28"/>
        </w:rPr>
      </w:pPr>
      <w:r w:rsidRPr="005F705B">
        <w:rPr>
          <w:b w:val="0"/>
          <w:noProof/>
          <w:sz w:val="24"/>
          <w:szCs w:val="28"/>
        </w:rPr>
        <w:t>(код бюджету)</w:t>
      </w:r>
    </w:p>
    <w:p w:rsidR="00911259" w:rsidRPr="005F705B" w:rsidRDefault="00911259" w:rsidP="00F91AAF">
      <w:pPr>
        <w:pStyle w:val="Heading3"/>
        <w:spacing w:before="0" w:beforeAutospacing="0" w:after="0" w:afterAutospacing="0"/>
        <w:rPr>
          <w:b w:val="0"/>
          <w:noProof/>
          <w:sz w:val="24"/>
          <w:szCs w:val="28"/>
        </w:rPr>
      </w:pPr>
    </w:p>
    <w:tbl>
      <w:tblPr>
        <w:tblW w:w="147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98"/>
        <w:gridCol w:w="7030"/>
        <w:gridCol w:w="1264"/>
        <w:gridCol w:w="1424"/>
        <w:gridCol w:w="1266"/>
        <w:gridCol w:w="1266"/>
        <w:gridCol w:w="1265"/>
      </w:tblGrid>
      <w:tr w:rsidR="00911259" w:rsidRPr="005F705B" w:rsidTr="00AB0D2B">
        <w:trPr>
          <w:cantSplit/>
          <w:trHeight w:val="181"/>
          <w:tblHeader/>
        </w:trPr>
        <w:tc>
          <w:tcPr>
            <w:tcW w:w="1198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 xml:space="preserve">№ з/п </w:t>
            </w:r>
          </w:p>
        </w:tc>
        <w:tc>
          <w:tcPr>
            <w:tcW w:w="7137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1275" w:type="dxa"/>
          </w:tcPr>
          <w:p w:rsidR="00911259" w:rsidRPr="005F705B" w:rsidRDefault="00911259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F705B">
              <w:rPr>
                <w:sz w:val="20"/>
                <w:szCs w:val="20"/>
              </w:rPr>
              <w:t>20___ рік</w:t>
            </w:r>
          </w:p>
          <w:p w:rsidR="00911259" w:rsidRPr="005F705B" w:rsidRDefault="00911259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5F705B">
              <w:rPr>
                <w:sz w:val="20"/>
                <w:szCs w:val="20"/>
              </w:rPr>
              <w:t>(звіт)</w:t>
            </w:r>
          </w:p>
        </w:tc>
        <w:tc>
          <w:tcPr>
            <w:tcW w:w="1276" w:type="dxa"/>
          </w:tcPr>
          <w:p w:rsidR="00911259" w:rsidRPr="005F705B" w:rsidRDefault="00911259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F705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21</w:t>
            </w:r>
            <w:r w:rsidRPr="005F705B">
              <w:rPr>
                <w:sz w:val="20"/>
                <w:szCs w:val="20"/>
              </w:rPr>
              <w:t xml:space="preserve"> рік</w:t>
            </w:r>
          </w:p>
          <w:p w:rsidR="00911259" w:rsidRPr="005F705B" w:rsidRDefault="00911259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F705B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276" w:type="dxa"/>
          </w:tcPr>
          <w:p w:rsidR="00911259" w:rsidRPr="005F705B" w:rsidRDefault="00911259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F705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 xml:space="preserve">22 </w:t>
            </w:r>
            <w:r w:rsidRPr="005F705B">
              <w:rPr>
                <w:sz w:val="20"/>
                <w:szCs w:val="20"/>
              </w:rPr>
              <w:t>рік</w:t>
            </w:r>
          </w:p>
          <w:p w:rsidR="00911259" w:rsidRPr="005F705B" w:rsidRDefault="00911259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F705B">
              <w:rPr>
                <w:sz w:val="20"/>
                <w:szCs w:val="20"/>
              </w:rPr>
              <w:t>(план)</w:t>
            </w:r>
          </w:p>
        </w:tc>
        <w:tc>
          <w:tcPr>
            <w:tcW w:w="1276" w:type="dxa"/>
          </w:tcPr>
          <w:p w:rsidR="00911259" w:rsidRPr="005F705B" w:rsidRDefault="00911259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F705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23</w:t>
            </w:r>
            <w:r w:rsidRPr="005F705B">
              <w:rPr>
                <w:sz w:val="20"/>
                <w:szCs w:val="20"/>
              </w:rPr>
              <w:t xml:space="preserve"> рік</w:t>
            </w:r>
          </w:p>
          <w:p w:rsidR="00911259" w:rsidRPr="005F705B" w:rsidRDefault="00911259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F705B">
              <w:rPr>
                <w:sz w:val="20"/>
                <w:szCs w:val="20"/>
              </w:rPr>
              <w:t>(план)</w:t>
            </w:r>
          </w:p>
        </w:tc>
        <w:tc>
          <w:tcPr>
            <w:tcW w:w="1275" w:type="dxa"/>
          </w:tcPr>
          <w:p w:rsidR="00911259" w:rsidRPr="005F705B" w:rsidRDefault="00911259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F705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24</w:t>
            </w:r>
            <w:r w:rsidRPr="005F705B">
              <w:rPr>
                <w:sz w:val="20"/>
                <w:szCs w:val="20"/>
              </w:rPr>
              <w:t xml:space="preserve"> рік</w:t>
            </w:r>
          </w:p>
          <w:p w:rsidR="00911259" w:rsidRPr="005F705B" w:rsidRDefault="00911259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F705B">
              <w:rPr>
                <w:sz w:val="20"/>
                <w:szCs w:val="20"/>
              </w:rPr>
              <w:t>(план)</w:t>
            </w:r>
          </w:p>
        </w:tc>
      </w:tr>
      <w:tr w:rsidR="00911259" w:rsidRPr="005F705B" w:rsidTr="00AB0D2B">
        <w:trPr>
          <w:cantSplit/>
          <w:trHeight w:val="315"/>
        </w:trPr>
        <w:tc>
          <w:tcPr>
            <w:tcW w:w="1198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7137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</w:t>
            </w:r>
          </w:p>
        </w:tc>
        <w:tc>
          <w:tcPr>
            <w:tcW w:w="1275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911259" w:rsidRPr="005F705B" w:rsidTr="00AB0D2B">
        <w:trPr>
          <w:trHeight w:val="315"/>
        </w:trPr>
        <w:tc>
          <w:tcPr>
            <w:tcW w:w="14713" w:type="dxa"/>
            <w:gridSpan w:val="7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І. Гарантований борг (на кінець періоду)</w:t>
            </w:r>
          </w:p>
        </w:tc>
      </w:tr>
      <w:tr w:rsidR="00911259" w:rsidRPr="005F705B" w:rsidTr="00AB0D2B">
        <w:trPr>
          <w:trHeight w:val="315"/>
        </w:trPr>
        <w:tc>
          <w:tcPr>
            <w:tcW w:w="1198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7137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Внутрішній борг</w:t>
            </w:r>
          </w:p>
        </w:tc>
        <w:tc>
          <w:tcPr>
            <w:tcW w:w="1275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911259" w:rsidRPr="005F705B" w:rsidTr="00AB0D2B">
        <w:trPr>
          <w:trHeight w:val="168"/>
        </w:trPr>
        <w:tc>
          <w:tcPr>
            <w:tcW w:w="1198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37" w:type="dxa"/>
            <w:vAlign w:val="center"/>
          </w:tcPr>
          <w:p w:rsidR="00911259" w:rsidRPr="005F705B" w:rsidRDefault="00911259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валюті (грн)</w:t>
            </w:r>
          </w:p>
        </w:tc>
        <w:tc>
          <w:tcPr>
            <w:tcW w:w="1275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911259" w:rsidRPr="005F705B" w:rsidTr="00AB0D2B">
        <w:trPr>
          <w:trHeight w:val="315"/>
        </w:trPr>
        <w:tc>
          <w:tcPr>
            <w:tcW w:w="1198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7137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Зовнішній борг</w:t>
            </w:r>
          </w:p>
        </w:tc>
        <w:tc>
          <w:tcPr>
            <w:tcW w:w="1275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 </w:t>
            </w:r>
          </w:p>
        </w:tc>
      </w:tr>
      <w:tr w:rsidR="00911259" w:rsidRPr="005F705B" w:rsidTr="00AB0D2B">
        <w:trPr>
          <w:trHeight w:val="315"/>
        </w:trPr>
        <w:tc>
          <w:tcPr>
            <w:tcW w:w="1198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37" w:type="dxa"/>
            <w:vAlign w:val="center"/>
          </w:tcPr>
          <w:p w:rsidR="00911259" w:rsidRPr="005F705B" w:rsidRDefault="00911259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в іноземній валюті</w:t>
            </w:r>
          </w:p>
        </w:tc>
        <w:tc>
          <w:tcPr>
            <w:tcW w:w="1275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911259" w:rsidRPr="005F705B" w:rsidTr="00AB0D2B">
        <w:trPr>
          <w:trHeight w:val="315"/>
        </w:trPr>
        <w:tc>
          <w:tcPr>
            <w:tcW w:w="1198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37" w:type="dxa"/>
            <w:vAlign w:val="center"/>
          </w:tcPr>
          <w:p w:rsidR="00911259" w:rsidRPr="005F705B" w:rsidRDefault="00911259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валюті (грн) за курсом</w:t>
            </w:r>
          </w:p>
        </w:tc>
        <w:tc>
          <w:tcPr>
            <w:tcW w:w="1275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911259" w:rsidRPr="005F705B" w:rsidTr="00AB0D2B">
        <w:trPr>
          <w:trHeight w:val="315"/>
        </w:trPr>
        <w:tc>
          <w:tcPr>
            <w:tcW w:w="1198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37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УСЬОГО за розділом І, </w:t>
            </w: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валюті (грн)</w:t>
            </w:r>
          </w:p>
        </w:tc>
        <w:tc>
          <w:tcPr>
            <w:tcW w:w="1275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911259" w:rsidRPr="005F705B" w:rsidTr="00AB0D2B">
        <w:trPr>
          <w:trHeight w:val="315"/>
        </w:trPr>
        <w:tc>
          <w:tcPr>
            <w:tcW w:w="14713" w:type="dxa"/>
            <w:gridSpan w:val="7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ІІ. Надання місцевих гарантій</w:t>
            </w:r>
          </w:p>
        </w:tc>
      </w:tr>
      <w:tr w:rsidR="00911259" w:rsidRPr="005F705B" w:rsidTr="00AB0D2B">
        <w:trPr>
          <w:trHeight w:val="315"/>
        </w:trPr>
        <w:tc>
          <w:tcPr>
            <w:tcW w:w="1198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7137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Обсяг надання внутрішніх гарантій</w:t>
            </w:r>
          </w:p>
        </w:tc>
        <w:tc>
          <w:tcPr>
            <w:tcW w:w="1275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911259" w:rsidRPr="005F705B" w:rsidTr="00AB0D2B">
        <w:trPr>
          <w:trHeight w:val="66"/>
        </w:trPr>
        <w:tc>
          <w:tcPr>
            <w:tcW w:w="1198" w:type="dxa"/>
            <w:noWrap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37" w:type="dxa"/>
            <w:vAlign w:val="center"/>
          </w:tcPr>
          <w:p w:rsidR="00911259" w:rsidRPr="005F705B" w:rsidRDefault="00911259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валюті (грн)</w:t>
            </w:r>
          </w:p>
        </w:tc>
        <w:tc>
          <w:tcPr>
            <w:tcW w:w="1275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bottom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911259" w:rsidRPr="005F705B" w:rsidTr="00AB0D2B">
        <w:trPr>
          <w:trHeight w:val="315"/>
        </w:trPr>
        <w:tc>
          <w:tcPr>
            <w:tcW w:w="1198" w:type="dxa"/>
            <w:noWrap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7137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Обсяг надання  зовнішніх  гарантій</w:t>
            </w:r>
          </w:p>
        </w:tc>
        <w:tc>
          <w:tcPr>
            <w:tcW w:w="1275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911259" w:rsidRPr="005F705B" w:rsidTr="00AB0D2B">
        <w:trPr>
          <w:trHeight w:val="315"/>
        </w:trPr>
        <w:tc>
          <w:tcPr>
            <w:tcW w:w="1198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37" w:type="dxa"/>
            <w:vAlign w:val="center"/>
          </w:tcPr>
          <w:p w:rsidR="00911259" w:rsidRPr="005F705B" w:rsidRDefault="00911259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в іноземній валюті</w:t>
            </w:r>
          </w:p>
        </w:tc>
        <w:tc>
          <w:tcPr>
            <w:tcW w:w="1275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911259" w:rsidRPr="005F705B" w:rsidTr="00AB0D2B">
        <w:trPr>
          <w:trHeight w:val="315"/>
        </w:trPr>
        <w:tc>
          <w:tcPr>
            <w:tcW w:w="1198" w:type="dxa"/>
            <w:noWrap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37" w:type="dxa"/>
            <w:vAlign w:val="center"/>
          </w:tcPr>
          <w:p w:rsidR="00911259" w:rsidRPr="005F705B" w:rsidRDefault="00911259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 валюті (грн) за  курсом</w:t>
            </w:r>
          </w:p>
        </w:tc>
        <w:tc>
          <w:tcPr>
            <w:tcW w:w="1275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bottom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911259" w:rsidRPr="005F705B" w:rsidTr="00AB0D2B">
        <w:trPr>
          <w:trHeight w:val="315"/>
        </w:trPr>
        <w:tc>
          <w:tcPr>
            <w:tcW w:w="1198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37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УСЬОГО за розділом ІІ, </w:t>
            </w: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валюті (грн)</w:t>
            </w:r>
          </w:p>
        </w:tc>
        <w:tc>
          <w:tcPr>
            <w:tcW w:w="1275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911259" w:rsidRPr="005F705B" w:rsidRDefault="0091125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</w:tbl>
    <w:p w:rsidR="00911259" w:rsidRPr="005F705B" w:rsidRDefault="00911259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911259" w:rsidRPr="004219A3" w:rsidRDefault="00911259" w:rsidP="00E6419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</w:t>
      </w:r>
    </w:p>
    <w:p w:rsidR="00911259" w:rsidRPr="005F705B" w:rsidRDefault="00911259" w:rsidP="00E6419C">
      <w:pPr>
        <w:jc w:val="center"/>
      </w:pPr>
    </w:p>
    <w:sectPr w:rsidR="00911259" w:rsidRPr="005F705B" w:rsidSect="00F91AAF">
      <w:headerReference w:type="default" r:id="rId6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259" w:rsidRDefault="00911259" w:rsidP="00CC65C7">
      <w:pPr>
        <w:spacing w:after="0" w:line="240" w:lineRule="auto"/>
      </w:pPr>
      <w:r>
        <w:separator/>
      </w:r>
    </w:p>
  </w:endnote>
  <w:endnote w:type="continuationSeparator" w:id="0">
    <w:p w:rsidR="00911259" w:rsidRDefault="00911259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259" w:rsidRDefault="00911259" w:rsidP="00CC65C7">
      <w:pPr>
        <w:spacing w:after="0" w:line="240" w:lineRule="auto"/>
      </w:pPr>
      <w:r>
        <w:separator/>
      </w:r>
    </w:p>
  </w:footnote>
  <w:footnote w:type="continuationSeparator" w:id="0">
    <w:p w:rsidR="00911259" w:rsidRDefault="00911259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259" w:rsidRPr="00CC65C7" w:rsidRDefault="00911259" w:rsidP="00CC65C7">
    <w:pPr>
      <w:pStyle w:val="Header"/>
      <w:jc w:val="right"/>
      <w:rPr>
        <w:rFonts w:ascii="Times New Roman" w:hAnsi="Times New Roman"/>
        <w:sz w:val="24"/>
        <w:szCs w:val="24"/>
      </w:rPr>
    </w:pPr>
    <w:r>
      <w:t xml:space="preserve">                                                                                                                                   </w:t>
    </w:r>
    <w:r w:rsidRPr="00CC65C7">
      <w:rPr>
        <w:rFonts w:ascii="Times New Roman" w:hAnsi="Times New Roman"/>
        <w:sz w:val="24"/>
        <w:szCs w:val="24"/>
      </w:rPr>
      <w:fldChar w:fldCharType="begin"/>
    </w:r>
    <w:r w:rsidRPr="00CC65C7">
      <w:rPr>
        <w:rFonts w:ascii="Times New Roman" w:hAnsi="Times New Roman"/>
        <w:sz w:val="24"/>
        <w:szCs w:val="24"/>
      </w:rPr>
      <w:instrText>PAGE   \* MERGEFORMAT</w:instrText>
    </w:r>
    <w:r w:rsidRPr="00CC65C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CC65C7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</w:t>
    </w:r>
    <w:r w:rsidRPr="00CC65C7">
      <w:rPr>
        <w:rFonts w:ascii="Times New Roman" w:hAnsi="Times New Roman"/>
        <w:sz w:val="24"/>
        <w:szCs w:val="24"/>
      </w:rPr>
      <w:t xml:space="preserve">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</w:t>
    </w:r>
    <w:r w:rsidRPr="00CC65C7">
      <w:rPr>
        <w:rFonts w:ascii="Times New Roman" w:hAnsi="Times New Roman"/>
        <w:sz w:val="24"/>
        <w:szCs w:val="24"/>
      </w:rPr>
      <w:t xml:space="preserve">          продовження додат</w:t>
    </w:r>
    <w:r>
      <w:rPr>
        <w:rFonts w:ascii="Times New Roman" w:hAnsi="Times New Roman"/>
        <w:sz w:val="24"/>
        <w:szCs w:val="24"/>
      </w:rPr>
      <w:t>ка 3</w:t>
    </w:r>
  </w:p>
  <w:p w:rsidR="00911259" w:rsidRDefault="0091125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5C7"/>
    <w:rsid w:val="00035CE8"/>
    <w:rsid w:val="00070EAC"/>
    <w:rsid w:val="00137FCA"/>
    <w:rsid w:val="00267831"/>
    <w:rsid w:val="002C48BA"/>
    <w:rsid w:val="004219A3"/>
    <w:rsid w:val="004B05FB"/>
    <w:rsid w:val="00524AF6"/>
    <w:rsid w:val="00591C04"/>
    <w:rsid w:val="0059692B"/>
    <w:rsid w:val="005E0030"/>
    <w:rsid w:val="005F705B"/>
    <w:rsid w:val="00634C74"/>
    <w:rsid w:val="006D75BD"/>
    <w:rsid w:val="006F2B31"/>
    <w:rsid w:val="0086360B"/>
    <w:rsid w:val="008812FA"/>
    <w:rsid w:val="00883F44"/>
    <w:rsid w:val="00911259"/>
    <w:rsid w:val="0093795E"/>
    <w:rsid w:val="00993E36"/>
    <w:rsid w:val="009F554A"/>
    <w:rsid w:val="00A376BA"/>
    <w:rsid w:val="00AB0D2B"/>
    <w:rsid w:val="00AC0FC5"/>
    <w:rsid w:val="00C32BA3"/>
    <w:rsid w:val="00CA2B18"/>
    <w:rsid w:val="00CC65C7"/>
    <w:rsid w:val="00CD2AD0"/>
    <w:rsid w:val="00CE45F2"/>
    <w:rsid w:val="00DB3500"/>
    <w:rsid w:val="00E6419C"/>
    <w:rsid w:val="00F850AB"/>
    <w:rsid w:val="00F91AAF"/>
    <w:rsid w:val="00FA6DCB"/>
    <w:rsid w:val="00FA6E5B"/>
    <w:rsid w:val="00FB5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A4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link w:val="Heading3Char"/>
    <w:uiPriority w:val="99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B59A4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Header">
    <w:name w:val="header"/>
    <w:basedOn w:val="Normal"/>
    <w:link w:val="Head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6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65C7"/>
    <w:rPr>
      <w:rFonts w:cs="Times New Roman"/>
    </w:rPr>
  </w:style>
  <w:style w:type="paragraph" w:styleId="NormalWeb">
    <w:name w:val="Normal (Web)"/>
    <w:aliases w:val="Обычный (Web)"/>
    <w:basedOn w:val="Normal"/>
    <w:uiPriority w:val="99"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25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182</Words>
  <Characters>1038</Characters>
  <Application>Microsoft Office Outlook</Application>
  <DocSecurity>0</DocSecurity>
  <Lines>0</Lines>
  <Paragraphs>0</Paragraphs>
  <ScaleCrop>false</ScaleCrop>
  <Company>Ministry of Finance of Ukraine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</dc:title>
  <dc:subject/>
  <dc:creator>Degterova</dc:creator>
  <cp:keywords/>
  <dc:description/>
  <cp:lastModifiedBy>Боруцька</cp:lastModifiedBy>
  <cp:revision>5</cp:revision>
  <dcterms:created xsi:type="dcterms:W3CDTF">2021-08-11T09:36:00Z</dcterms:created>
  <dcterms:modified xsi:type="dcterms:W3CDTF">2021-08-12T11:32:00Z</dcterms:modified>
</cp:coreProperties>
</file>